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12F" w:rsidRPr="00AA6B0D" w:rsidRDefault="00E1312F">
      <w:pPr>
        <w:pStyle w:val="Tytu"/>
        <w:rPr>
          <w:rFonts w:ascii="Arial" w:hAnsi="Arial" w:cs="Arial"/>
          <w:sz w:val="24"/>
          <w:szCs w:val="24"/>
        </w:rPr>
      </w:pPr>
      <w:r w:rsidRPr="00AA6B0D">
        <w:rPr>
          <w:rFonts w:ascii="Arial" w:hAnsi="Arial" w:cs="Arial"/>
          <w:sz w:val="24"/>
          <w:szCs w:val="24"/>
        </w:rPr>
        <w:t>PROTOKÓŁ TECHNICZNEGO ODBIORU ROBÓT</w:t>
      </w:r>
      <w:r w:rsidR="00AA6B0D">
        <w:rPr>
          <w:rFonts w:ascii="Arial" w:hAnsi="Arial" w:cs="Arial"/>
          <w:sz w:val="24"/>
          <w:szCs w:val="24"/>
        </w:rPr>
        <w:t xml:space="preserve"> UTRZYMANIOWYCH</w:t>
      </w:r>
    </w:p>
    <w:p w:rsidR="00E1312F" w:rsidRPr="00AA6B0D" w:rsidRDefault="00E1312F">
      <w:pPr>
        <w:jc w:val="center"/>
        <w:rPr>
          <w:rFonts w:ascii="Arial" w:hAnsi="Arial" w:cs="Arial"/>
          <w:b/>
        </w:rPr>
      </w:pPr>
    </w:p>
    <w:p w:rsidR="00E1312F" w:rsidRPr="00AA6B0D" w:rsidRDefault="00AA6B0D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1312F" w:rsidRPr="00AA6B0D">
        <w:rPr>
          <w:rFonts w:ascii="Arial" w:hAnsi="Arial" w:cs="Arial"/>
        </w:rPr>
        <w:t>pisany w dniu ...................................</w:t>
      </w:r>
      <w:r w:rsidR="003F1105">
        <w:rPr>
          <w:rFonts w:ascii="Arial" w:hAnsi="Arial" w:cs="Arial"/>
        </w:rPr>
        <w:t>w……………………….</w:t>
      </w:r>
    </w:p>
    <w:p w:rsidR="004369BC" w:rsidRPr="00AA6B0D" w:rsidRDefault="00AA6B0D" w:rsidP="00AA6B0D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Zamawiający: Państwowe Gospodarstwo Leśne Lasy Państwowe Nadleśnictwo Brzeg</w:t>
      </w:r>
    </w:p>
    <w:p w:rsidR="003F1105" w:rsidRDefault="00CB5680" w:rsidP="007B76CF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3F1105" w:rsidRPr="00AA6B0D">
        <w:rPr>
          <w:rFonts w:ascii="Arial" w:hAnsi="Arial" w:cs="Arial"/>
        </w:rPr>
        <w:t>.......................................................................................................</w:t>
      </w:r>
      <w:r w:rsidR="003F1105">
        <w:rPr>
          <w:rFonts w:ascii="Arial" w:hAnsi="Arial" w:cs="Arial"/>
        </w:rPr>
        <w:t>.</w:t>
      </w:r>
      <w:r>
        <w:rPr>
          <w:rFonts w:ascii="Arial" w:hAnsi="Arial" w:cs="Arial"/>
        </w:rPr>
        <w:t>..........................</w:t>
      </w:r>
    </w:p>
    <w:p w:rsidR="00E1312F" w:rsidRPr="00AA6B0D" w:rsidRDefault="003F1105" w:rsidP="007B76CF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E1312F" w:rsidRPr="00AA6B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zakresu</w:t>
      </w:r>
      <w:r w:rsidR="00E1312F" w:rsidRPr="00AA6B0D">
        <w:rPr>
          <w:rFonts w:ascii="Arial" w:hAnsi="Arial" w:cs="Arial"/>
        </w:rPr>
        <w:t xml:space="preserve"> wykonanych robót</w:t>
      </w:r>
      <w:r w:rsidR="00985164">
        <w:rPr>
          <w:rFonts w:ascii="Arial" w:hAnsi="Arial" w:cs="Arial"/>
        </w:rPr>
        <w:t xml:space="preserve"> na obiekcie………………………w</w:t>
      </w:r>
      <w:r w:rsidR="00CB5680">
        <w:rPr>
          <w:rFonts w:ascii="Arial" w:hAnsi="Arial" w:cs="Arial"/>
        </w:rPr>
        <w:t xml:space="preserve"> </w:t>
      </w:r>
      <w:r w:rsidR="00985164">
        <w:rPr>
          <w:rFonts w:ascii="Arial" w:hAnsi="Arial" w:cs="Arial"/>
        </w:rPr>
        <w:t>oddziale………</w:t>
      </w:r>
      <w:r w:rsidR="00CB5680">
        <w:rPr>
          <w:rFonts w:ascii="Arial" w:hAnsi="Arial" w:cs="Arial"/>
        </w:rPr>
        <w:t xml:space="preserve">……      </w:t>
      </w:r>
      <w:r w:rsidR="00985164">
        <w:rPr>
          <w:rFonts w:ascii="Arial" w:hAnsi="Arial" w:cs="Arial"/>
        </w:rPr>
        <w:t>w leśnictwie……………………………..</w:t>
      </w:r>
      <w:r w:rsidR="00CB5680">
        <w:rPr>
          <w:rFonts w:ascii="Arial" w:hAnsi="Arial" w:cs="Arial"/>
        </w:rPr>
        <w:t>:</w:t>
      </w:r>
    </w:p>
    <w:tbl>
      <w:tblPr>
        <w:tblW w:w="92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993"/>
        <w:gridCol w:w="959"/>
        <w:gridCol w:w="851"/>
        <w:gridCol w:w="1275"/>
        <w:gridCol w:w="1239"/>
      </w:tblGrid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Lp.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1B252A" w:rsidP="00045563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technologii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Jednostka miary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Ilość jednostek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Cena jedn. netto  zł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Wartość</w:t>
            </w:r>
          </w:p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netto  zł</w:t>
            </w: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Wartość brutto zł</w:t>
            </w: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Profilowanie (równanie nawierzchni drogi, wraz z wałowaniem i ścięciem poboczy)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</w:t>
            </w:r>
            <w:r w:rsidRPr="005D0CA9">
              <w:rPr>
                <w:rFonts w:ascii="Arial Narrow" w:hAnsi="Arial Narrow"/>
                <w:vertAlign w:val="superscript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Odmulenie rowów przydrożnych, b=0.40m, głębokość do 1.5m, zamulenie 30cm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mb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Wymiana rur w przepuście o śr. 0.50m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5D0CA9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</w:t>
            </w:r>
            <w:r w:rsidR="005D0CA9">
              <w:rPr>
                <w:rFonts w:ascii="Arial Narrow" w:hAnsi="Arial Narrow"/>
              </w:rPr>
              <w:t>b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5D0CA9" w:rsidRDefault="005D0CA9" w:rsidP="00B60BD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Uzupełnienie ubytków w nawierzchni dróg leśnych kruszywem naturalny</w:t>
            </w:r>
            <w:r w:rsidR="00AB2D59">
              <w:rPr>
                <w:rFonts w:ascii="Arial Narrow" w:hAnsi="Arial Narrow"/>
              </w:rPr>
              <w:t xml:space="preserve">m łamanym </w:t>
            </w:r>
            <w:r w:rsidR="00B60BD1">
              <w:rPr>
                <w:rFonts w:ascii="Arial Narrow" w:hAnsi="Arial Narrow"/>
              </w:rPr>
              <w:t xml:space="preserve">granitowym o uziarnieniu ciągłym fr. </w:t>
            </w:r>
            <w:r w:rsidR="00AB2D59">
              <w:rPr>
                <w:rFonts w:ascii="Arial Narrow" w:hAnsi="Arial Narrow"/>
              </w:rPr>
              <w:t xml:space="preserve"> 0-31</w:t>
            </w:r>
            <w:r>
              <w:rPr>
                <w:rFonts w:ascii="Arial Narrow" w:hAnsi="Arial Narrow"/>
              </w:rPr>
              <w:t>,5 mm grubość warstwy 5 cm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</w:t>
            </w:r>
            <w:r w:rsidRPr="005D0CA9">
              <w:rPr>
                <w:rFonts w:ascii="Arial Narrow" w:hAnsi="Arial Narrow"/>
                <w:vertAlign w:val="superscript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5D0CA9" w:rsidP="00B60BD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Uzupełnienie ubytków w nawierzchni dróg leśnych kruszywem naturalnym łamanym </w:t>
            </w:r>
            <w:r w:rsidR="00B60BD1">
              <w:rPr>
                <w:rFonts w:ascii="Arial Narrow" w:hAnsi="Arial Narrow"/>
              </w:rPr>
              <w:t>granitowym o uziarnieniu ciągłym fr.</w:t>
            </w:r>
            <w:r>
              <w:rPr>
                <w:rFonts w:ascii="Arial Narrow" w:hAnsi="Arial Narrow"/>
              </w:rPr>
              <w:t xml:space="preserve"> 0-63 mm grubość warstwy 10 cm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</w:t>
            </w:r>
            <w:r w:rsidRPr="005D0CA9">
              <w:rPr>
                <w:rFonts w:ascii="Arial Narrow" w:hAnsi="Arial Narrow"/>
                <w:vertAlign w:val="superscript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5D0CA9" w:rsidP="00B60BD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Uzupełnienie ubytków w nawierzchni dróg leśnych kruszywem naturalnym łamanym </w:t>
            </w:r>
            <w:r w:rsidR="00B60BD1">
              <w:rPr>
                <w:rFonts w:ascii="Arial Narrow" w:hAnsi="Arial Narrow"/>
              </w:rPr>
              <w:t xml:space="preserve">granitowym o uziarnieniu ciągłym fr. </w:t>
            </w:r>
            <w:bookmarkStart w:id="0" w:name="_GoBack"/>
            <w:bookmarkEnd w:id="0"/>
            <w:r>
              <w:rPr>
                <w:rFonts w:ascii="Arial Narrow" w:hAnsi="Arial Narrow"/>
              </w:rPr>
              <w:t>0-63 mm grubość warstwy 20 cm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</w:t>
            </w:r>
            <w:r w:rsidRPr="005D0CA9">
              <w:rPr>
                <w:rFonts w:ascii="Arial Narrow" w:hAnsi="Arial Narrow"/>
                <w:vertAlign w:val="superscript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D35FF2">
        <w:tc>
          <w:tcPr>
            <w:tcW w:w="6772" w:type="dxa"/>
            <w:gridSpan w:val="5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RAZEM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bottom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</w:tbl>
    <w:p w:rsidR="00E1312F" w:rsidRPr="00AA6B0D" w:rsidRDefault="00E1312F" w:rsidP="003F1105">
      <w:pPr>
        <w:spacing w:line="360" w:lineRule="auto"/>
        <w:ind w:left="360"/>
        <w:rPr>
          <w:rFonts w:ascii="Arial" w:hAnsi="Arial" w:cs="Arial"/>
        </w:rPr>
      </w:pPr>
    </w:p>
    <w:p w:rsidR="00E1312F" w:rsidRDefault="00E1312F" w:rsidP="00B2519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A6B0D">
        <w:rPr>
          <w:rFonts w:ascii="Arial" w:hAnsi="Arial" w:cs="Arial"/>
        </w:rPr>
        <w:t>Roboty rozpoczęto dnia ..............................zakończono dnia............................</w:t>
      </w:r>
      <w:r w:rsidR="00B25196">
        <w:rPr>
          <w:rFonts w:ascii="Arial" w:hAnsi="Arial" w:cs="Arial"/>
        </w:rPr>
        <w:t>........................</w:t>
      </w:r>
    </w:p>
    <w:p w:rsidR="00D35FF2" w:rsidRDefault="00D35FF2" w:rsidP="00B2519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przekazał następujące dokumenty dotyczące wykonanych prac:</w:t>
      </w:r>
    </w:p>
    <w:p w:rsidR="00D35FF2" w:rsidRPr="00AA6B0D" w:rsidRDefault="00D35FF2" w:rsidP="00D35FF2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7BA7" w:rsidRDefault="00EF2E3D" w:rsidP="00CF7BA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Komisja powołana na podstawie Decyzji Nr 15/2018 Nadleśniczego Nadleśnictwa Brzeg z dnia 30.07.2018 r.</w:t>
      </w:r>
      <w:r w:rsidR="00CF7BA7">
        <w:rPr>
          <w:rFonts w:ascii="Arial" w:hAnsi="Arial" w:cs="Arial"/>
        </w:rPr>
        <w:t xml:space="preserve"> (…) w składzie:</w:t>
      </w:r>
    </w:p>
    <w:p w:rsidR="00CF7BA7" w:rsidRDefault="0036612C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F7BA7">
        <w:rPr>
          <w:rFonts w:ascii="Arial" w:hAnsi="Arial" w:cs="Arial"/>
        </w:rPr>
        <w:t>1)</w:t>
      </w:r>
      <w:r>
        <w:rPr>
          <w:rFonts w:ascii="Arial" w:hAnsi="Arial" w:cs="Arial"/>
        </w:rPr>
        <w:t xml:space="preserve"> Przewodniczący </w:t>
      </w:r>
      <w:r w:rsidR="00CF7BA7">
        <w:rPr>
          <w:rFonts w:ascii="Arial" w:hAnsi="Arial" w:cs="Arial"/>
        </w:rPr>
        <w:t>komisji:……………………………………………………………………………</w:t>
      </w:r>
      <w:r>
        <w:rPr>
          <w:rFonts w:ascii="Arial" w:hAnsi="Arial" w:cs="Arial"/>
        </w:rPr>
        <w:t>...</w:t>
      </w:r>
    </w:p>
    <w:p w:rsidR="00CF7BA7" w:rsidRDefault="0036612C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F7BA7">
        <w:rPr>
          <w:rFonts w:ascii="Arial" w:hAnsi="Arial" w:cs="Arial"/>
        </w:rPr>
        <w:t>2) Członek komisji:……………………………………………………………………………………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36612C" w:rsidRDefault="0036612C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3) Członek komisji:………………………………………………………………………………………..</w:t>
      </w:r>
    </w:p>
    <w:p w:rsidR="00CF7BA7" w:rsidRDefault="00CF7BA7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Przy udziale przedstawicieli Wykonawcy………………………………………………………………….</w:t>
      </w:r>
      <w:r w:rsidR="00D35FF2">
        <w:rPr>
          <w:rFonts w:ascii="Arial" w:hAnsi="Arial" w:cs="Arial"/>
        </w:rPr>
        <w:t>..</w:t>
      </w:r>
    </w:p>
    <w:p w:rsidR="00D35FF2" w:rsidRDefault="00D35FF2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</w:t>
      </w:r>
    </w:p>
    <w:p w:rsidR="00CF7BA7" w:rsidRDefault="00CF7BA7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oraz inspektora nadzoru technicznego……………………………………………………………………...</w:t>
      </w:r>
    </w:p>
    <w:p w:rsidR="00180596" w:rsidRDefault="00180596" w:rsidP="00180596">
      <w:pPr>
        <w:spacing w:line="360" w:lineRule="auto"/>
        <w:ind w:left="360"/>
        <w:jc w:val="center"/>
        <w:rPr>
          <w:rFonts w:ascii="Arial" w:hAnsi="Arial" w:cs="Arial"/>
        </w:rPr>
      </w:pPr>
    </w:p>
    <w:p w:rsidR="00180596" w:rsidRDefault="00180596" w:rsidP="00180596">
      <w:pPr>
        <w:spacing w:line="360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ORZECZENIE KOMISJI</w:t>
      </w:r>
    </w:p>
    <w:p w:rsidR="00CB5680" w:rsidRPr="0030479F" w:rsidRDefault="00CB5680" w:rsidP="0030479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0479F">
        <w:rPr>
          <w:rFonts w:ascii="Arial" w:hAnsi="Arial" w:cs="Arial"/>
        </w:rPr>
        <w:t xml:space="preserve">Komisja w składzie jak wyżej </w:t>
      </w:r>
      <w:r w:rsidR="00E1312F" w:rsidRPr="0030479F">
        <w:rPr>
          <w:rFonts w:ascii="Arial" w:hAnsi="Arial" w:cs="Arial"/>
        </w:rPr>
        <w:t>po dokonaniu oględzin wykonanych robót stwierdza , że roboty wykonane z</w:t>
      </w:r>
      <w:r w:rsidR="00CF7BA7" w:rsidRPr="0030479F">
        <w:rPr>
          <w:rFonts w:ascii="Arial" w:hAnsi="Arial" w:cs="Arial"/>
        </w:rPr>
        <w:t>ostały zgodnie</w:t>
      </w:r>
      <w:r w:rsidR="0036612C" w:rsidRPr="0030479F">
        <w:rPr>
          <w:rFonts w:ascii="Arial" w:hAnsi="Arial" w:cs="Arial"/>
        </w:rPr>
        <w:t>/</w:t>
      </w:r>
      <w:r w:rsidR="00CF7BA7" w:rsidRPr="0030479F">
        <w:rPr>
          <w:rFonts w:ascii="Arial" w:hAnsi="Arial" w:cs="Arial"/>
        </w:rPr>
        <w:t>(nie zgodnie)</w:t>
      </w:r>
      <w:r w:rsidR="0036612C" w:rsidRPr="0030479F">
        <w:rPr>
          <w:rFonts w:ascii="Arial" w:hAnsi="Arial" w:cs="Arial"/>
        </w:rPr>
        <w:t>*</w:t>
      </w:r>
      <w:r w:rsidR="00CF7BA7" w:rsidRPr="0030479F">
        <w:rPr>
          <w:rFonts w:ascii="Arial" w:hAnsi="Arial" w:cs="Arial"/>
        </w:rPr>
        <w:t xml:space="preserve"> z</w:t>
      </w:r>
      <w:r w:rsidR="00AB2D59">
        <w:rPr>
          <w:rFonts w:ascii="Arial" w:hAnsi="Arial" w:cs="Arial"/>
        </w:rPr>
        <w:t xml:space="preserve"> umową nr …………………</w:t>
      </w:r>
      <w:r w:rsidR="0036612C" w:rsidRPr="0030479F">
        <w:rPr>
          <w:rFonts w:ascii="Arial" w:hAnsi="Arial" w:cs="Arial"/>
        </w:rPr>
        <w:t>, zostały wykonane pod względem technicznym w sposób właściwy/niewłaściwy* z odpowiednich/nieodpowiednich* materiałów bez usterek/z usterkami*.</w:t>
      </w:r>
    </w:p>
    <w:p w:rsidR="0036612C" w:rsidRDefault="0036612C" w:rsidP="00CB568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</w:t>
      </w:r>
    </w:p>
    <w:p w:rsidR="00E1312F" w:rsidRDefault="00E1312F" w:rsidP="00D35FF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D35FF2">
        <w:rPr>
          <w:rFonts w:ascii="Arial" w:hAnsi="Arial" w:cs="Arial"/>
        </w:rPr>
        <w:t>Wykonawca zobowiąz</w:t>
      </w:r>
      <w:r w:rsidR="0036612C" w:rsidRPr="00D35FF2">
        <w:rPr>
          <w:rFonts w:ascii="Arial" w:hAnsi="Arial" w:cs="Arial"/>
        </w:rPr>
        <w:t>uje się usunąć usterki do dnia………………………</w:t>
      </w:r>
      <w:r w:rsidR="00CB5680" w:rsidRPr="00D35FF2">
        <w:rPr>
          <w:rFonts w:ascii="Arial" w:hAnsi="Arial" w:cs="Arial"/>
        </w:rPr>
        <w:t>..................................</w:t>
      </w:r>
    </w:p>
    <w:p w:rsidR="0030479F" w:rsidRDefault="0030479F" w:rsidP="0030479F">
      <w:pPr>
        <w:pStyle w:val="Akapitzlist"/>
        <w:jc w:val="both"/>
        <w:rPr>
          <w:rFonts w:ascii="Arial" w:hAnsi="Arial" w:cs="Arial"/>
        </w:rPr>
      </w:pPr>
    </w:p>
    <w:p w:rsidR="00D35FF2" w:rsidRDefault="00D35FF2" w:rsidP="00D35FF2">
      <w:pPr>
        <w:pStyle w:val="Akapitzlist"/>
        <w:jc w:val="both"/>
        <w:rPr>
          <w:rFonts w:ascii="Arial" w:hAnsi="Arial" w:cs="Arial"/>
        </w:rPr>
      </w:pPr>
    </w:p>
    <w:p w:rsidR="00180596" w:rsidRPr="00D35FF2" w:rsidRDefault="00180596" w:rsidP="00D35FF2">
      <w:pPr>
        <w:pStyle w:val="Akapitzlist"/>
        <w:jc w:val="both"/>
        <w:rPr>
          <w:rFonts w:ascii="Arial" w:hAnsi="Arial" w:cs="Arial"/>
        </w:rPr>
      </w:pPr>
    </w:p>
    <w:p w:rsidR="0030479F" w:rsidRDefault="00E1312F" w:rsidP="0030479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CB5680">
        <w:rPr>
          <w:rFonts w:ascii="Arial" w:hAnsi="Arial" w:cs="Arial"/>
        </w:rPr>
        <w:t>Uwagi Zamawiającego</w:t>
      </w:r>
      <w:r w:rsidR="0036612C" w:rsidRPr="00CB5680">
        <w:rPr>
          <w:rFonts w:ascii="Arial" w:hAnsi="Arial" w:cs="Arial"/>
        </w:rPr>
        <w:t>:</w:t>
      </w:r>
      <w:r w:rsidR="005845F1">
        <w:rPr>
          <w:rFonts w:ascii="Arial" w:hAnsi="Arial" w:cs="Arial"/>
        </w:rPr>
        <w:t>………………………………………………………………………………….</w:t>
      </w:r>
    </w:p>
    <w:p w:rsidR="0030479F" w:rsidRPr="0030479F" w:rsidRDefault="0030479F" w:rsidP="0030479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Komisja uznaje roboty za ostatecznie odebrane i przekazane użytkownikowi…………………………………………………………………………………………….</w:t>
      </w:r>
    </w:p>
    <w:p w:rsidR="0030479F" w:rsidRDefault="0030479F" w:rsidP="0030479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Niniejszy protokół, łącznie ze sprawdzonymi fakturami końcowymi oraz wymaganą dokumentacją stanowi podstawę ostatecznego rozrachunku między zleceniodawcą </w:t>
      </w:r>
      <w:r>
        <w:rPr>
          <w:rFonts w:ascii="Arial" w:hAnsi="Arial" w:cs="Arial"/>
        </w:rPr>
        <w:br/>
        <w:t>a wykonawcą.</w:t>
      </w:r>
    </w:p>
    <w:p w:rsidR="0030479F" w:rsidRDefault="0030479F" w:rsidP="0030479F">
      <w:pPr>
        <w:pStyle w:val="Akapitzlist"/>
        <w:jc w:val="both"/>
        <w:rPr>
          <w:rFonts w:ascii="Arial" w:hAnsi="Arial" w:cs="Arial"/>
        </w:rPr>
      </w:pPr>
    </w:p>
    <w:p w:rsidR="0030479F" w:rsidRDefault="0030479F" w:rsidP="0030479F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:rsidR="0030479F" w:rsidRDefault="0030479F" w:rsidP="00180596">
      <w:pPr>
        <w:ind w:left="360"/>
        <w:jc w:val="both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Podpisy przedstawicieli Wykonawcy:</w:t>
      </w:r>
      <w:r w:rsidR="00E1312F" w:rsidRPr="00AA6B0D">
        <w:rPr>
          <w:rFonts w:ascii="Arial" w:hAnsi="Arial" w:cs="Arial"/>
        </w:rPr>
        <w:tab/>
      </w:r>
      <w:r w:rsidR="00E1312F" w:rsidRPr="00AA6B0D"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Podpisy członków Komisji</w:t>
      </w:r>
      <w:r w:rsidR="00E1312F" w:rsidRPr="00AA6B0D">
        <w:rPr>
          <w:rFonts w:ascii="Arial" w:hAnsi="Arial" w:cs="Arial"/>
        </w:rPr>
        <w:t>:</w:t>
      </w:r>
    </w:p>
    <w:p w:rsidR="00E1312F" w:rsidRPr="00AA6B0D" w:rsidRDefault="005845F1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1)</w:t>
      </w:r>
      <w:r w:rsidR="00E1312F" w:rsidRPr="00AA6B0D">
        <w:rPr>
          <w:rFonts w:ascii="Arial" w:hAnsi="Arial" w:cs="Arial"/>
        </w:rPr>
        <w:t>..........................</w:t>
      </w:r>
      <w:r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1)</w:t>
      </w:r>
      <w:r w:rsidR="00E1312F" w:rsidRPr="00AA6B0D">
        <w:rPr>
          <w:rFonts w:ascii="Arial" w:hAnsi="Arial" w:cs="Arial"/>
        </w:rPr>
        <w:t xml:space="preserve"> ......................................................</w:t>
      </w:r>
    </w:p>
    <w:p w:rsidR="00E1312F" w:rsidRPr="00AA6B0D" w:rsidRDefault="00CB5680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845F1">
        <w:rPr>
          <w:rFonts w:ascii="Arial" w:hAnsi="Arial" w:cs="Arial"/>
        </w:rPr>
        <w:t>2)</w:t>
      </w:r>
      <w:r w:rsidR="00E1312F" w:rsidRPr="00AA6B0D">
        <w:rPr>
          <w:rFonts w:ascii="Arial" w:hAnsi="Arial" w:cs="Arial"/>
        </w:rPr>
        <w:t xml:space="preserve"> .........................</w:t>
      </w:r>
      <w:r w:rsidR="005845F1">
        <w:rPr>
          <w:rFonts w:ascii="Arial" w:hAnsi="Arial" w:cs="Arial"/>
        </w:rPr>
        <w:t>............................</w:t>
      </w:r>
      <w:r w:rsidR="005845F1">
        <w:rPr>
          <w:rFonts w:ascii="Arial" w:hAnsi="Arial" w:cs="Arial"/>
        </w:rPr>
        <w:tab/>
      </w:r>
      <w:r w:rsidR="005845F1">
        <w:rPr>
          <w:rFonts w:ascii="Arial" w:hAnsi="Arial" w:cs="Arial"/>
        </w:rPr>
        <w:tab/>
      </w:r>
      <w:r w:rsidR="005845F1">
        <w:rPr>
          <w:rFonts w:ascii="Arial" w:hAnsi="Arial" w:cs="Arial"/>
        </w:rPr>
        <w:tab/>
        <w:t>2)</w:t>
      </w:r>
      <w:r w:rsidR="00E1312F" w:rsidRPr="00AA6B0D">
        <w:rPr>
          <w:rFonts w:ascii="Arial" w:hAnsi="Arial" w:cs="Arial"/>
        </w:rPr>
        <w:t xml:space="preserve"> ......................................................</w:t>
      </w:r>
    </w:p>
    <w:p w:rsidR="00CB5680" w:rsidRDefault="00CB5680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845F1">
        <w:rPr>
          <w:rFonts w:ascii="Arial" w:hAnsi="Arial" w:cs="Arial"/>
        </w:rPr>
        <w:t>3)</w:t>
      </w:r>
      <w:r w:rsidR="00E1312F" w:rsidRPr="00AA6B0D">
        <w:rPr>
          <w:rFonts w:ascii="Arial" w:hAnsi="Arial" w:cs="Arial"/>
        </w:rPr>
        <w:t>..........................</w:t>
      </w:r>
      <w:r w:rsidR="005845F1">
        <w:rPr>
          <w:rFonts w:ascii="Arial" w:hAnsi="Arial" w:cs="Arial"/>
        </w:rPr>
        <w:t>............................</w:t>
      </w:r>
      <w:r w:rsidR="005845F1">
        <w:rPr>
          <w:rFonts w:ascii="Arial" w:hAnsi="Arial" w:cs="Arial"/>
        </w:rPr>
        <w:tab/>
      </w:r>
      <w:r w:rsidR="005845F1">
        <w:rPr>
          <w:rFonts w:ascii="Arial" w:hAnsi="Arial" w:cs="Arial"/>
        </w:rPr>
        <w:tab/>
      </w:r>
      <w:r w:rsidR="005845F1">
        <w:rPr>
          <w:rFonts w:ascii="Arial" w:hAnsi="Arial" w:cs="Arial"/>
        </w:rPr>
        <w:tab/>
        <w:t>3)</w:t>
      </w:r>
      <w:r w:rsidR="00E1312F" w:rsidRPr="00AA6B0D">
        <w:rPr>
          <w:rFonts w:ascii="Arial" w:hAnsi="Arial" w:cs="Arial"/>
        </w:rPr>
        <w:t xml:space="preserve"> ......................................................</w:t>
      </w:r>
    </w:p>
    <w:p w:rsidR="005845F1" w:rsidRDefault="005845F1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Przedstawiciele Wykonawcy odnośnie postanowień Komisji wnoszą/nie wnoszą zastrzeżeń*.</w:t>
      </w:r>
    </w:p>
    <w:p w:rsidR="005845F1" w:rsidRDefault="005845F1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Podpisy przedstawicieli Wykonawcy:</w:t>
      </w:r>
    </w:p>
    <w:p w:rsidR="007F36AD" w:rsidRDefault="007F36AD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1)</w:t>
      </w:r>
      <w:r w:rsidRPr="00AA6B0D">
        <w:rPr>
          <w:rFonts w:ascii="Arial" w:hAnsi="Arial" w:cs="Arial"/>
        </w:rPr>
        <w:t>..........................</w:t>
      </w:r>
      <w:r>
        <w:rPr>
          <w:rFonts w:ascii="Arial" w:hAnsi="Arial" w:cs="Arial"/>
        </w:rPr>
        <w:t>............................</w:t>
      </w:r>
    </w:p>
    <w:p w:rsidR="005845F1" w:rsidRDefault="007F36AD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2)</w:t>
      </w:r>
      <w:r w:rsidRPr="00AA6B0D">
        <w:rPr>
          <w:rFonts w:ascii="Arial" w:hAnsi="Arial" w:cs="Arial"/>
        </w:rPr>
        <w:t xml:space="preserve"> .........................</w:t>
      </w:r>
      <w:r>
        <w:rPr>
          <w:rFonts w:ascii="Arial" w:hAnsi="Arial" w:cs="Arial"/>
        </w:rPr>
        <w:t>............................</w:t>
      </w: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Pr="00AA6B0D" w:rsidRDefault="005845F1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sectPr w:rsidR="005845F1" w:rsidRPr="00AA6B0D">
      <w:headerReference w:type="default" r:id="rId7"/>
      <w:pgSz w:w="11906" w:h="16838"/>
      <w:pgMar w:top="851" w:right="1418" w:bottom="851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5EB" w:rsidRDefault="005665EB" w:rsidP="00CB5680">
      <w:r>
        <w:separator/>
      </w:r>
    </w:p>
  </w:endnote>
  <w:endnote w:type="continuationSeparator" w:id="0">
    <w:p w:rsidR="005665EB" w:rsidRDefault="005665EB" w:rsidP="00CB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5EB" w:rsidRDefault="005665EB" w:rsidP="00CB5680">
      <w:r>
        <w:separator/>
      </w:r>
    </w:p>
  </w:footnote>
  <w:footnote w:type="continuationSeparator" w:id="0">
    <w:p w:rsidR="005665EB" w:rsidRDefault="005665EB" w:rsidP="00CB5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680" w:rsidRDefault="00CB5680" w:rsidP="00CB5680">
    <w:pPr>
      <w:pStyle w:val="Nagwek"/>
      <w:jc w:val="right"/>
    </w:pPr>
  </w:p>
  <w:p w:rsidR="00CB5680" w:rsidRDefault="00AB2D59" w:rsidP="00CB5680">
    <w:pPr>
      <w:pStyle w:val="Nagwek"/>
      <w:jc w:val="right"/>
    </w:pPr>
    <w: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423A6B60"/>
    <w:multiLevelType w:val="hybridMultilevel"/>
    <w:tmpl w:val="0A2229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9DE"/>
    <w:rsid w:val="00070834"/>
    <w:rsid w:val="00077F4D"/>
    <w:rsid w:val="00180596"/>
    <w:rsid w:val="001B252A"/>
    <w:rsid w:val="001C7341"/>
    <w:rsid w:val="00270801"/>
    <w:rsid w:val="00270BA1"/>
    <w:rsid w:val="0030479F"/>
    <w:rsid w:val="003446BD"/>
    <w:rsid w:val="0036612C"/>
    <w:rsid w:val="003C32BC"/>
    <w:rsid w:val="003F1105"/>
    <w:rsid w:val="004369BC"/>
    <w:rsid w:val="005665EB"/>
    <w:rsid w:val="005845F1"/>
    <w:rsid w:val="005D0CA9"/>
    <w:rsid w:val="005F69DE"/>
    <w:rsid w:val="006F635B"/>
    <w:rsid w:val="007D18E8"/>
    <w:rsid w:val="007F36AD"/>
    <w:rsid w:val="009262BF"/>
    <w:rsid w:val="00985164"/>
    <w:rsid w:val="00A22C29"/>
    <w:rsid w:val="00A73B07"/>
    <w:rsid w:val="00AA6B0D"/>
    <w:rsid w:val="00AB2D59"/>
    <w:rsid w:val="00AF64DB"/>
    <w:rsid w:val="00B25196"/>
    <w:rsid w:val="00B60BD1"/>
    <w:rsid w:val="00CB5680"/>
    <w:rsid w:val="00CF7BA7"/>
    <w:rsid w:val="00D35FF2"/>
    <w:rsid w:val="00D811CD"/>
    <w:rsid w:val="00E1312F"/>
    <w:rsid w:val="00E968FD"/>
    <w:rsid w:val="00EF29A7"/>
    <w:rsid w:val="00EF2E3D"/>
    <w:rsid w:val="00F3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3B0C67"/>
  <w15:chartTrackingRefBased/>
  <w15:docId w15:val="{6DFF23A2-C347-465A-B92C-F3277A6F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2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661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56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5680"/>
  </w:style>
  <w:style w:type="paragraph" w:styleId="Stopka">
    <w:name w:val="footer"/>
    <w:basedOn w:val="Normalny"/>
    <w:link w:val="StopkaZnak"/>
    <w:uiPriority w:val="99"/>
    <w:unhideWhenUsed/>
    <w:rsid w:val="00CB56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5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zimierz.gagola\Desktop\Ryszard\Dokumenty\protokol_technicznego_odbioru_rob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protokol_technicznego_odbioru_robot</Template>
  <TotalTime>2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TECHNICZNEGO ODBIORU ROBÓT</vt:lpstr>
      <vt:lpstr>PROTOKÓŁ TECHNICZNEGO ODBIORU ROBÓT</vt:lpstr>
    </vt:vector>
  </TitlesOfParts>
  <Company>Z.U.H. Maciej Żelisko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TECHNICZNEGO ODBIORU ROBÓT</dc:title>
  <dc:subject/>
  <dc:creator>Kazimierz Gągola</dc:creator>
  <cp:keywords/>
  <cp:lastModifiedBy>Justyna Marzęcka</cp:lastModifiedBy>
  <cp:revision>4</cp:revision>
  <cp:lastPrinted>2021-07-27T05:44:00Z</cp:lastPrinted>
  <dcterms:created xsi:type="dcterms:W3CDTF">2022-05-25T09:50:00Z</dcterms:created>
  <dcterms:modified xsi:type="dcterms:W3CDTF">2022-05-30T10:42:00Z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1220898565</vt:i4>
  </property>
  <property fmtid="{D5CDD505-2E9C-101B-9397-08002B2CF9AE}" pid="3" name="_EmailSubject">
    <vt:lpwstr>Następne materiały</vt:lpwstr>
  </property>
  <property fmtid="{D5CDD505-2E9C-101B-9397-08002B2CF9AE}" pid="4" name="_AuthorEmail">
    <vt:lpwstr>maciekzelisko@klub.chip.pl</vt:lpwstr>
  </property>
  <property fmtid="{D5CDD505-2E9C-101B-9397-08002B2CF9AE}" pid="5" name="_AuthorEmailDisplayName">
    <vt:lpwstr>Maciek Żelisko</vt:lpwstr>
  </property>
  <property fmtid="{D5CDD505-2E9C-101B-9397-08002B2CF9AE}" pid="6" name="_ReviewingToolsShownOnce">
    <vt:lpwstr/>
  </property>
</Properties>
</file>